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F6388" w14:textId="58EBAA28" w:rsidR="004B36E2" w:rsidRPr="004B36E2" w:rsidRDefault="004B36E2" w:rsidP="004B36E2">
      <w:pPr>
        <w:spacing w:after="120" w:line="240" w:lineRule="auto"/>
        <w:ind w:left="326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Hlk191472638"/>
      <w:r w:rsidRPr="004B36E2">
        <w:rPr>
          <w:rFonts w:ascii="Times New Roman" w:eastAsia="Times New Roman" w:hAnsi="Times New Roman"/>
          <w:sz w:val="28"/>
          <w:szCs w:val="28"/>
          <w:lang w:eastAsia="ru-RU"/>
        </w:rPr>
        <w:t>ПРИЛОЖЕНИЕ 4</w:t>
      </w:r>
    </w:p>
    <w:p w14:paraId="25FA3625" w14:textId="3E1FBEA2" w:rsidR="004B36E2" w:rsidRPr="004B36E2" w:rsidRDefault="002E5058" w:rsidP="004B36E2">
      <w:pPr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 </w:t>
      </w:r>
      <w:r w:rsidR="004B36E2" w:rsidRPr="004B36E2">
        <w:rPr>
          <w:rFonts w:ascii="Times New Roman" w:eastAsia="Times New Roman" w:hAnsi="Times New Roman"/>
          <w:sz w:val="28"/>
          <w:szCs w:val="28"/>
          <w:lang w:eastAsia="ru-RU"/>
        </w:rPr>
        <w:t>постановлени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bookmarkStart w:id="1" w:name="_GoBack"/>
      <w:bookmarkEnd w:id="1"/>
      <w:r w:rsidR="004B36E2" w:rsidRPr="004B36E2">
        <w:rPr>
          <w:rFonts w:ascii="Times New Roman" w:eastAsia="Times New Roman" w:hAnsi="Times New Roman"/>
          <w:sz w:val="28"/>
          <w:szCs w:val="28"/>
          <w:lang w:eastAsia="ru-RU"/>
        </w:rPr>
        <w:t xml:space="preserve"> мэра</w:t>
      </w:r>
    </w:p>
    <w:p w14:paraId="0AFBE5D6" w14:textId="77777777" w:rsidR="004B36E2" w:rsidRPr="004B36E2" w:rsidRDefault="004B36E2" w:rsidP="004B36E2">
      <w:pPr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36E2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</w:p>
    <w:p w14:paraId="7CAD05A6" w14:textId="61A2B518" w:rsidR="004B36E2" w:rsidRPr="004B36E2" w:rsidRDefault="004B36E2" w:rsidP="004B36E2">
      <w:pPr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Ногликский муниципальный округ</w:t>
      </w:r>
    </w:p>
    <w:p w14:paraId="14BEB961" w14:textId="77777777" w:rsidR="004B36E2" w:rsidRPr="004B36E2" w:rsidRDefault="004B36E2" w:rsidP="004B36E2">
      <w:pPr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36E2">
        <w:rPr>
          <w:rFonts w:ascii="Times New Roman" w:eastAsia="Times New Roman" w:hAnsi="Times New Roman"/>
          <w:sz w:val="28"/>
          <w:szCs w:val="28"/>
          <w:lang w:eastAsia="ru-RU"/>
        </w:rPr>
        <w:t>Сахалинской области</w:t>
      </w:r>
    </w:p>
    <w:p w14:paraId="73DA6C51" w14:textId="6935B703" w:rsidR="004B36E2" w:rsidRPr="004B36E2" w:rsidRDefault="002E5058" w:rsidP="004B36E2">
      <w:pPr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07B26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19 февраля 2026 года </w:t>
      </w:r>
      <w:r w:rsidRPr="00C07B26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36</w:t>
      </w:r>
    </w:p>
    <w:p w14:paraId="1D7A5477" w14:textId="77777777" w:rsidR="004B36E2" w:rsidRPr="004B36E2" w:rsidRDefault="004B36E2" w:rsidP="004B36E2">
      <w:pPr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9072894" w14:textId="61A7B382" w:rsidR="004B36E2" w:rsidRPr="004B36E2" w:rsidRDefault="004B36E2" w:rsidP="004B36E2">
      <w:pPr>
        <w:spacing w:after="120" w:line="240" w:lineRule="auto"/>
        <w:ind w:left="326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36E2">
        <w:rPr>
          <w:rFonts w:ascii="Times New Roman" w:eastAsia="Times New Roman" w:hAnsi="Times New Roman"/>
          <w:sz w:val="28"/>
          <w:szCs w:val="28"/>
          <w:lang w:eastAsia="ru-RU"/>
        </w:rPr>
        <w:t>«ПРИЛОЖЕНИЕ 4</w:t>
      </w:r>
    </w:p>
    <w:p w14:paraId="22AC9D52" w14:textId="77777777" w:rsidR="004B36E2" w:rsidRPr="004B36E2" w:rsidRDefault="004B36E2" w:rsidP="004B36E2">
      <w:pPr>
        <w:widowControl w:val="0"/>
        <w:tabs>
          <w:tab w:val="left" w:pos="5103"/>
        </w:tabs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" w:name="_Hlk191485922"/>
      <w:r w:rsidRPr="004B36E2">
        <w:rPr>
          <w:rFonts w:ascii="Times New Roman" w:eastAsia="Times New Roman" w:hAnsi="Times New Roman"/>
          <w:sz w:val="28"/>
          <w:szCs w:val="28"/>
          <w:lang w:eastAsia="ru-RU"/>
        </w:rPr>
        <w:t>к Положению о системе оплаты труда</w:t>
      </w:r>
    </w:p>
    <w:p w14:paraId="531C0776" w14:textId="77777777" w:rsidR="004B36E2" w:rsidRPr="004B36E2" w:rsidRDefault="004B36E2" w:rsidP="004B36E2">
      <w:pPr>
        <w:widowControl w:val="0"/>
        <w:tabs>
          <w:tab w:val="left" w:pos="5103"/>
        </w:tabs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36E2">
        <w:rPr>
          <w:rFonts w:ascii="Times New Roman" w:eastAsia="Times New Roman" w:hAnsi="Times New Roman"/>
          <w:sz w:val="28"/>
          <w:szCs w:val="28"/>
          <w:lang w:eastAsia="ru-RU"/>
        </w:rPr>
        <w:t>работников муниципальных бюджетных</w:t>
      </w:r>
    </w:p>
    <w:p w14:paraId="75572E4E" w14:textId="77777777" w:rsidR="004B36E2" w:rsidRPr="004B36E2" w:rsidRDefault="004B36E2" w:rsidP="004B36E2">
      <w:pPr>
        <w:widowControl w:val="0"/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36E2">
        <w:rPr>
          <w:rFonts w:ascii="Times New Roman" w:eastAsia="Times New Roman" w:hAnsi="Times New Roman"/>
          <w:sz w:val="28"/>
          <w:szCs w:val="28"/>
          <w:lang w:eastAsia="ru-RU"/>
        </w:rPr>
        <w:t>общеобразовательных учреждений</w:t>
      </w:r>
    </w:p>
    <w:p w14:paraId="2C984A84" w14:textId="77777777" w:rsidR="004B36E2" w:rsidRPr="004B36E2" w:rsidRDefault="004B36E2" w:rsidP="004B36E2">
      <w:pPr>
        <w:widowControl w:val="0"/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36E2">
        <w:rPr>
          <w:rFonts w:ascii="Times New Roman" w:eastAsia="Times New Roman" w:hAnsi="Times New Roman"/>
          <w:sz w:val="28"/>
          <w:szCs w:val="28"/>
          <w:lang w:eastAsia="ru-RU"/>
        </w:rPr>
        <w:t>и муниципального бюджетного образовательного</w:t>
      </w:r>
    </w:p>
    <w:p w14:paraId="696F7E3F" w14:textId="77777777" w:rsidR="004B36E2" w:rsidRPr="004B36E2" w:rsidRDefault="004B36E2" w:rsidP="004B36E2">
      <w:pPr>
        <w:widowControl w:val="0"/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36E2">
        <w:rPr>
          <w:rFonts w:ascii="Times New Roman" w:eastAsia="Times New Roman" w:hAnsi="Times New Roman"/>
          <w:sz w:val="28"/>
          <w:szCs w:val="28"/>
          <w:lang w:eastAsia="ru-RU"/>
        </w:rPr>
        <w:t>учреждения дополнительного образования</w:t>
      </w:r>
    </w:p>
    <w:p w14:paraId="754B1DFC" w14:textId="77777777" w:rsidR="004B36E2" w:rsidRPr="004B36E2" w:rsidRDefault="004B36E2" w:rsidP="004B36E2">
      <w:pPr>
        <w:widowControl w:val="0"/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36E2">
        <w:rPr>
          <w:rFonts w:ascii="Times New Roman" w:eastAsia="Times New Roman" w:hAnsi="Times New Roman"/>
          <w:sz w:val="28"/>
          <w:szCs w:val="28"/>
          <w:lang w:eastAsia="ru-RU"/>
        </w:rPr>
        <w:t>«Центр творчества и воспитания» пгт. Ноглики</w:t>
      </w:r>
    </w:p>
    <w:p w14:paraId="5DCA4A5A" w14:textId="77777777" w:rsidR="004B36E2" w:rsidRPr="004B36E2" w:rsidRDefault="004B36E2" w:rsidP="004B36E2">
      <w:pPr>
        <w:widowControl w:val="0"/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36E2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</w:p>
    <w:p w14:paraId="349337A3" w14:textId="77777777" w:rsidR="004B36E2" w:rsidRPr="004B36E2" w:rsidRDefault="004B36E2" w:rsidP="004B36E2">
      <w:pPr>
        <w:widowControl w:val="0"/>
        <w:tabs>
          <w:tab w:val="left" w:pos="5103"/>
        </w:tabs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36E2">
        <w:rPr>
          <w:rFonts w:ascii="Times New Roman" w:eastAsia="Times New Roman" w:hAnsi="Times New Roman"/>
          <w:sz w:val="28"/>
          <w:szCs w:val="28"/>
          <w:lang w:eastAsia="ru-RU"/>
        </w:rPr>
        <w:t>Ногликский муниципальный округ</w:t>
      </w:r>
    </w:p>
    <w:p w14:paraId="0ECA32FF" w14:textId="77777777" w:rsidR="004B36E2" w:rsidRPr="004B36E2" w:rsidRDefault="004B36E2" w:rsidP="004B36E2">
      <w:pPr>
        <w:widowControl w:val="0"/>
        <w:tabs>
          <w:tab w:val="left" w:pos="5103"/>
        </w:tabs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36E2">
        <w:rPr>
          <w:rFonts w:ascii="Times New Roman" w:eastAsia="Times New Roman" w:hAnsi="Times New Roman"/>
          <w:sz w:val="28"/>
          <w:szCs w:val="28"/>
          <w:lang w:eastAsia="ru-RU"/>
        </w:rPr>
        <w:t>Сахалинской области,</w:t>
      </w:r>
    </w:p>
    <w:p w14:paraId="7E131EC0" w14:textId="77777777" w:rsidR="004B36E2" w:rsidRPr="004B36E2" w:rsidRDefault="004B36E2" w:rsidP="004B36E2">
      <w:pPr>
        <w:widowControl w:val="0"/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36E2">
        <w:rPr>
          <w:rFonts w:ascii="Times New Roman" w:eastAsia="Times New Roman" w:hAnsi="Times New Roman"/>
          <w:sz w:val="28"/>
          <w:szCs w:val="28"/>
          <w:lang w:eastAsia="ru-RU"/>
        </w:rPr>
        <w:t>утвержденному постановлением мэра</w:t>
      </w:r>
    </w:p>
    <w:p w14:paraId="3E8F9BD8" w14:textId="77777777" w:rsidR="004B36E2" w:rsidRPr="004B36E2" w:rsidRDefault="004B36E2" w:rsidP="004B36E2">
      <w:pPr>
        <w:widowControl w:val="0"/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36E2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</w:p>
    <w:p w14:paraId="265A7D1F" w14:textId="77777777" w:rsidR="004B36E2" w:rsidRPr="004B36E2" w:rsidRDefault="004B36E2" w:rsidP="004B36E2">
      <w:pPr>
        <w:widowControl w:val="0"/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36E2">
        <w:rPr>
          <w:rFonts w:ascii="Times New Roman" w:eastAsia="Times New Roman" w:hAnsi="Times New Roman"/>
          <w:sz w:val="28"/>
          <w:szCs w:val="28"/>
          <w:lang w:eastAsia="ru-RU"/>
        </w:rPr>
        <w:t>Ногликский муниципальный округ</w:t>
      </w:r>
    </w:p>
    <w:p w14:paraId="787EC4F5" w14:textId="77777777" w:rsidR="004B36E2" w:rsidRPr="004B36E2" w:rsidRDefault="004B36E2" w:rsidP="004B36E2">
      <w:pPr>
        <w:widowControl w:val="0"/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36E2">
        <w:rPr>
          <w:rFonts w:ascii="Times New Roman" w:eastAsia="Times New Roman" w:hAnsi="Times New Roman"/>
          <w:sz w:val="28"/>
          <w:szCs w:val="28"/>
          <w:lang w:eastAsia="ru-RU"/>
        </w:rPr>
        <w:t>Сахалинской области</w:t>
      </w:r>
    </w:p>
    <w:p w14:paraId="5E529717" w14:textId="3256DBC6" w:rsidR="009F158A" w:rsidRPr="004B36E2" w:rsidRDefault="004B36E2" w:rsidP="004B36E2">
      <w:pPr>
        <w:widowControl w:val="0"/>
        <w:autoSpaceDE w:val="0"/>
        <w:autoSpaceDN w:val="0"/>
        <w:spacing w:after="0" w:line="240" w:lineRule="auto"/>
        <w:ind w:left="311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36E2">
        <w:rPr>
          <w:rFonts w:ascii="Times New Roman" w:eastAsia="Times New Roman" w:hAnsi="Times New Roman"/>
          <w:sz w:val="28"/>
          <w:szCs w:val="28"/>
          <w:lang w:eastAsia="ru-RU"/>
        </w:rPr>
        <w:t>от 02 апреля 2025 года №</w:t>
      </w:r>
      <w:bookmarkEnd w:id="2"/>
      <w:r w:rsidRPr="004B36E2">
        <w:rPr>
          <w:rFonts w:ascii="Times New Roman" w:eastAsia="Times New Roman" w:hAnsi="Times New Roman"/>
          <w:sz w:val="28"/>
          <w:szCs w:val="28"/>
          <w:lang w:eastAsia="ru-RU"/>
        </w:rPr>
        <w:t xml:space="preserve"> 51</w:t>
      </w:r>
      <w:bookmarkEnd w:id="0"/>
    </w:p>
    <w:p w14:paraId="7CA92D87" w14:textId="32507CE3" w:rsidR="004B36E2" w:rsidRPr="004B36E2" w:rsidRDefault="004B36E2" w:rsidP="009F158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B901A60" w14:textId="77777777" w:rsidR="004B36E2" w:rsidRPr="004B36E2" w:rsidRDefault="004B36E2" w:rsidP="009F158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D0F1EB8" w14:textId="77777777" w:rsidR="004B36E2" w:rsidRPr="004B36E2" w:rsidRDefault="004B36E2" w:rsidP="009F158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17B4398" w14:textId="77777777" w:rsidR="009F158A" w:rsidRPr="004B36E2" w:rsidRDefault="009F158A" w:rsidP="009F158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3" w:name="P917"/>
      <w:bookmarkEnd w:id="3"/>
      <w:r w:rsidRPr="004B36E2">
        <w:rPr>
          <w:rFonts w:ascii="Times New Roman" w:eastAsia="Times New Roman" w:hAnsi="Times New Roman"/>
          <w:sz w:val="28"/>
          <w:szCs w:val="28"/>
          <w:lang w:eastAsia="ru-RU"/>
        </w:rPr>
        <w:t>ДОЛЖНОСТНЫЕ ОКЛАДЫ</w:t>
      </w:r>
    </w:p>
    <w:p w14:paraId="10DCE9D3" w14:textId="347C20E6" w:rsidR="009F158A" w:rsidRPr="004B36E2" w:rsidRDefault="004B36E2" w:rsidP="009F158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36E2">
        <w:rPr>
          <w:rFonts w:ascii="Times New Roman" w:eastAsia="Times New Roman" w:hAnsi="Times New Roman"/>
          <w:sz w:val="28"/>
          <w:szCs w:val="28"/>
          <w:lang w:eastAsia="ru-RU"/>
        </w:rPr>
        <w:t>медицинских и фармацевтических работников</w:t>
      </w:r>
    </w:p>
    <w:p w14:paraId="060301B2" w14:textId="77777777" w:rsidR="009F158A" w:rsidRPr="004B36E2" w:rsidRDefault="009F158A" w:rsidP="009F15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9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14"/>
        <w:gridCol w:w="4752"/>
        <w:gridCol w:w="1985"/>
        <w:gridCol w:w="550"/>
      </w:tblGrid>
      <w:tr w:rsidR="009F158A" w:rsidRPr="004B36E2" w14:paraId="6D64F6AB" w14:textId="77777777" w:rsidTr="004B36E2">
        <w:trPr>
          <w:gridAfter w:val="1"/>
          <w:wAfter w:w="550" w:type="dxa"/>
        </w:trPr>
        <w:tc>
          <w:tcPr>
            <w:tcW w:w="2614" w:type="dxa"/>
            <w:hideMark/>
          </w:tcPr>
          <w:p w14:paraId="3C64CC6D" w14:textId="77777777" w:rsidR="009F158A" w:rsidRPr="004B36E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B36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Квалификационные уровни</w:t>
            </w:r>
          </w:p>
        </w:tc>
        <w:tc>
          <w:tcPr>
            <w:tcW w:w="4752" w:type="dxa"/>
            <w:hideMark/>
          </w:tcPr>
          <w:p w14:paraId="0203455F" w14:textId="77777777" w:rsidR="009F158A" w:rsidRPr="004B36E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B36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должности, требования к квалификации, установленные квалификационными справочниками и (или) профессиональными стандартами</w:t>
            </w:r>
          </w:p>
        </w:tc>
        <w:tc>
          <w:tcPr>
            <w:tcW w:w="1985" w:type="dxa"/>
            <w:hideMark/>
          </w:tcPr>
          <w:p w14:paraId="528903D5" w14:textId="77777777" w:rsidR="009F158A" w:rsidRPr="004B36E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B36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Должностной оклад, в рублях</w:t>
            </w:r>
          </w:p>
        </w:tc>
      </w:tr>
      <w:tr w:rsidR="009F158A" w:rsidRPr="004B36E2" w14:paraId="28ED48B2" w14:textId="77777777" w:rsidTr="004B36E2">
        <w:trPr>
          <w:gridAfter w:val="1"/>
          <w:wAfter w:w="550" w:type="dxa"/>
        </w:trPr>
        <w:tc>
          <w:tcPr>
            <w:tcW w:w="9351" w:type="dxa"/>
            <w:gridSpan w:val="3"/>
            <w:hideMark/>
          </w:tcPr>
          <w:p w14:paraId="5557EB5E" w14:textId="77777777" w:rsidR="009F158A" w:rsidRPr="004B36E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B36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Профессиональная квалификационная группа «Средний медицинский и фармацевтический персонал»</w:t>
            </w:r>
          </w:p>
        </w:tc>
      </w:tr>
      <w:tr w:rsidR="004B36E2" w:rsidRPr="004B36E2" w14:paraId="3DCF4221" w14:textId="690D14E5" w:rsidTr="004B36E2">
        <w:tc>
          <w:tcPr>
            <w:tcW w:w="2614" w:type="dxa"/>
            <w:hideMark/>
          </w:tcPr>
          <w:p w14:paraId="320A9C72" w14:textId="77777777" w:rsidR="009F158A" w:rsidRPr="004B36E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B36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квалификационный уровень</w:t>
            </w:r>
          </w:p>
        </w:tc>
        <w:tc>
          <w:tcPr>
            <w:tcW w:w="4752" w:type="dxa"/>
            <w:hideMark/>
          </w:tcPr>
          <w:p w14:paraId="5C209BB4" w14:textId="77777777" w:rsidR="009F158A" w:rsidRPr="004B36E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B36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Медицинская сестра</w:t>
            </w:r>
          </w:p>
          <w:p w14:paraId="6A021D82" w14:textId="74ED6232" w:rsidR="009F158A" w:rsidRPr="004B36E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B36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среднее профессиональное образование</w:t>
            </w:r>
          </w:p>
          <w:p w14:paraId="4A69814E" w14:textId="77777777" w:rsidR="002111E8" w:rsidRPr="004B36E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B36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 программам подготовки специалистов среднего звена по специальности «Сестринское дело» и сертификат специалиста или </w:t>
            </w:r>
            <w:r w:rsidRPr="004B36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свидетельство об аккредитации специалиста по специальности «Сестринское дело» без предъявления требований к стажу работы </w:t>
            </w:r>
          </w:p>
          <w:p w14:paraId="26146BF7" w14:textId="097CA806" w:rsidR="002111E8" w:rsidRPr="004B36E2" w:rsidRDefault="004B36E2" w:rsidP="009F158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или</w:t>
            </w:r>
          </w:p>
          <w:p w14:paraId="6E32EB40" w14:textId="4C925D5C" w:rsidR="009F158A" w:rsidRPr="004B36E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B36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среднее профессиональное образование по программам подготовки специалистов среднего звена по специальности «Лечебное дело» или «Акушерское дело» и дополнительное профессиональное образование по программам профессиональной переподготовки по специальности «Сестринское дело» и сертификат специалиста или свидетельство об аккредитации специалиста по специальности «Сестринское дело» без предъявления требований к стажу работы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hideMark/>
          </w:tcPr>
          <w:p w14:paraId="3277ED16" w14:textId="125A605D" w:rsidR="009F158A" w:rsidRPr="004B36E2" w:rsidRDefault="00451067" w:rsidP="009F15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B36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14</w:t>
            </w:r>
            <w:r w:rsidR="004B36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B36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2532A59" w14:textId="77777777" w:rsidR="004B36E2" w:rsidRDefault="004B36E2">
            <w:pPr>
              <w:spacing w:after="0" w:line="240" w:lineRule="auto"/>
              <w:rPr>
                <w:sz w:val="28"/>
                <w:szCs w:val="28"/>
              </w:rPr>
            </w:pPr>
          </w:p>
          <w:p w14:paraId="368ECD73" w14:textId="77777777" w:rsidR="004B36E2" w:rsidRDefault="004B36E2">
            <w:pPr>
              <w:spacing w:after="0" w:line="240" w:lineRule="auto"/>
              <w:rPr>
                <w:sz w:val="28"/>
                <w:szCs w:val="28"/>
              </w:rPr>
            </w:pPr>
          </w:p>
          <w:p w14:paraId="1F6C882D" w14:textId="77777777" w:rsidR="004B36E2" w:rsidRDefault="004B36E2">
            <w:pPr>
              <w:spacing w:after="0" w:line="240" w:lineRule="auto"/>
              <w:rPr>
                <w:sz w:val="28"/>
                <w:szCs w:val="28"/>
              </w:rPr>
            </w:pPr>
          </w:p>
          <w:p w14:paraId="21B0E032" w14:textId="77777777" w:rsidR="004B36E2" w:rsidRDefault="004B36E2">
            <w:pPr>
              <w:spacing w:after="0" w:line="240" w:lineRule="auto"/>
              <w:rPr>
                <w:sz w:val="28"/>
                <w:szCs w:val="28"/>
              </w:rPr>
            </w:pPr>
          </w:p>
          <w:p w14:paraId="19959A56" w14:textId="77777777" w:rsidR="004B36E2" w:rsidRDefault="004B36E2">
            <w:pPr>
              <w:spacing w:after="0" w:line="240" w:lineRule="auto"/>
              <w:rPr>
                <w:sz w:val="28"/>
                <w:szCs w:val="28"/>
              </w:rPr>
            </w:pPr>
          </w:p>
          <w:p w14:paraId="1B4E8340" w14:textId="77777777" w:rsidR="004B36E2" w:rsidRDefault="004B36E2">
            <w:pPr>
              <w:spacing w:after="0" w:line="240" w:lineRule="auto"/>
              <w:rPr>
                <w:sz w:val="28"/>
                <w:szCs w:val="28"/>
              </w:rPr>
            </w:pPr>
          </w:p>
          <w:p w14:paraId="2E0DF5F5" w14:textId="77777777" w:rsidR="004B36E2" w:rsidRDefault="004B36E2">
            <w:pPr>
              <w:spacing w:after="0" w:line="240" w:lineRule="auto"/>
              <w:rPr>
                <w:sz w:val="28"/>
                <w:szCs w:val="28"/>
              </w:rPr>
            </w:pPr>
          </w:p>
          <w:p w14:paraId="68A18B52" w14:textId="77777777" w:rsidR="004B36E2" w:rsidRDefault="004B36E2">
            <w:pPr>
              <w:spacing w:after="0" w:line="240" w:lineRule="auto"/>
              <w:rPr>
                <w:sz w:val="28"/>
                <w:szCs w:val="28"/>
              </w:rPr>
            </w:pPr>
          </w:p>
          <w:p w14:paraId="186AC865" w14:textId="77777777" w:rsidR="004B36E2" w:rsidRDefault="004B36E2">
            <w:pPr>
              <w:spacing w:after="0" w:line="240" w:lineRule="auto"/>
              <w:rPr>
                <w:sz w:val="28"/>
                <w:szCs w:val="28"/>
              </w:rPr>
            </w:pPr>
          </w:p>
          <w:p w14:paraId="53968AFB" w14:textId="77777777" w:rsidR="004B36E2" w:rsidRDefault="004B36E2">
            <w:pPr>
              <w:spacing w:after="0" w:line="240" w:lineRule="auto"/>
              <w:rPr>
                <w:sz w:val="28"/>
                <w:szCs w:val="28"/>
              </w:rPr>
            </w:pPr>
          </w:p>
          <w:p w14:paraId="515E932D" w14:textId="77777777" w:rsidR="004B36E2" w:rsidRDefault="004B36E2">
            <w:pPr>
              <w:spacing w:after="0" w:line="240" w:lineRule="auto"/>
              <w:rPr>
                <w:sz w:val="28"/>
                <w:szCs w:val="28"/>
              </w:rPr>
            </w:pPr>
          </w:p>
          <w:p w14:paraId="344116F1" w14:textId="77777777" w:rsidR="004B36E2" w:rsidRDefault="004B36E2">
            <w:pPr>
              <w:spacing w:after="0" w:line="240" w:lineRule="auto"/>
              <w:rPr>
                <w:sz w:val="28"/>
                <w:szCs w:val="28"/>
              </w:rPr>
            </w:pPr>
          </w:p>
          <w:p w14:paraId="4019DD1D" w14:textId="77777777" w:rsidR="004B36E2" w:rsidRDefault="004B36E2">
            <w:pPr>
              <w:spacing w:after="0" w:line="240" w:lineRule="auto"/>
              <w:rPr>
                <w:sz w:val="28"/>
                <w:szCs w:val="28"/>
              </w:rPr>
            </w:pPr>
          </w:p>
          <w:p w14:paraId="3B4478E7" w14:textId="77777777" w:rsidR="004B36E2" w:rsidRDefault="004B36E2">
            <w:pPr>
              <w:spacing w:after="0" w:line="240" w:lineRule="auto"/>
              <w:rPr>
                <w:sz w:val="28"/>
                <w:szCs w:val="28"/>
              </w:rPr>
            </w:pPr>
          </w:p>
          <w:p w14:paraId="4CDF07D0" w14:textId="77777777" w:rsidR="004B36E2" w:rsidRDefault="004B36E2">
            <w:pPr>
              <w:spacing w:after="0" w:line="240" w:lineRule="auto"/>
              <w:rPr>
                <w:sz w:val="28"/>
                <w:szCs w:val="28"/>
              </w:rPr>
            </w:pPr>
          </w:p>
          <w:p w14:paraId="233BA4DC" w14:textId="77777777" w:rsidR="004B36E2" w:rsidRDefault="004B36E2">
            <w:pPr>
              <w:spacing w:after="0" w:line="240" w:lineRule="auto"/>
              <w:rPr>
                <w:sz w:val="28"/>
                <w:szCs w:val="28"/>
              </w:rPr>
            </w:pPr>
          </w:p>
          <w:p w14:paraId="42304DC9" w14:textId="77777777" w:rsidR="004B36E2" w:rsidRDefault="004B36E2">
            <w:pPr>
              <w:spacing w:after="0" w:line="240" w:lineRule="auto"/>
              <w:rPr>
                <w:sz w:val="28"/>
                <w:szCs w:val="28"/>
              </w:rPr>
            </w:pPr>
          </w:p>
          <w:p w14:paraId="5224E4E5" w14:textId="77777777" w:rsidR="004B36E2" w:rsidRDefault="004B36E2">
            <w:pPr>
              <w:spacing w:after="0" w:line="240" w:lineRule="auto"/>
              <w:rPr>
                <w:sz w:val="28"/>
                <w:szCs w:val="28"/>
              </w:rPr>
            </w:pPr>
          </w:p>
          <w:p w14:paraId="6C6E0CF7" w14:textId="77777777" w:rsidR="004B36E2" w:rsidRDefault="004B36E2">
            <w:pPr>
              <w:spacing w:after="0" w:line="240" w:lineRule="auto"/>
              <w:rPr>
                <w:sz w:val="28"/>
                <w:szCs w:val="28"/>
              </w:rPr>
            </w:pPr>
          </w:p>
          <w:p w14:paraId="54F44F86" w14:textId="77777777" w:rsidR="004B36E2" w:rsidRDefault="004B36E2">
            <w:pPr>
              <w:spacing w:after="0" w:line="240" w:lineRule="auto"/>
              <w:rPr>
                <w:sz w:val="28"/>
                <w:szCs w:val="28"/>
              </w:rPr>
            </w:pPr>
          </w:p>
          <w:p w14:paraId="3B9BA1D2" w14:textId="77777777" w:rsidR="004B36E2" w:rsidRDefault="004B36E2">
            <w:pPr>
              <w:spacing w:after="0" w:line="240" w:lineRule="auto"/>
              <w:rPr>
                <w:sz w:val="28"/>
                <w:szCs w:val="28"/>
              </w:rPr>
            </w:pPr>
          </w:p>
          <w:p w14:paraId="5C9BBC78" w14:textId="77777777" w:rsidR="004B36E2" w:rsidRDefault="004B36E2">
            <w:pPr>
              <w:spacing w:after="0" w:line="240" w:lineRule="auto"/>
              <w:rPr>
                <w:sz w:val="28"/>
                <w:szCs w:val="28"/>
              </w:rPr>
            </w:pPr>
          </w:p>
          <w:p w14:paraId="5D9A36DC" w14:textId="77777777" w:rsidR="004B36E2" w:rsidRDefault="004B36E2">
            <w:pPr>
              <w:spacing w:after="0" w:line="240" w:lineRule="auto"/>
              <w:rPr>
                <w:sz w:val="28"/>
                <w:szCs w:val="28"/>
              </w:rPr>
            </w:pPr>
          </w:p>
          <w:p w14:paraId="00378C03" w14:textId="77777777" w:rsidR="004B36E2" w:rsidRDefault="004B36E2">
            <w:pPr>
              <w:spacing w:after="0" w:line="240" w:lineRule="auto"/>
              <w:rPr>
                <w:sz w:val="28"/>
                <w:szCs w:val="28"/>
              </w:rPr>
            </w:pPr>
          </w:p>
          <w:p w14:paraId="35E777B9" w14:textId="5B8C75C4" w:rsidR="004B36E2" w:rsidRPr="004B36E2" w:rsidRDefault="004B36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36E2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14:paraId="24697A28" w14:textId="7CE537C5" w:rsidR="009F158A" w:rsidRPr="004B36E2" w:rsidRDefault="009F158A" w:rsidP="009F158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9F158A" w:rsidRPr="004B36E2" w:rsidSect="000F3750">
      <w:headerReference w:type="default" r:id="rId8"/>
      <w:headerReference w:type="firs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251BD7" w14:textId="77777777" w:rsidR="008368F4" w:rsidRDefault="008368F4" w:rsidP="00AE5C63">
      <w:pPr>
        <w:spacing w:after="0" w:line="240" w:lineRule="auto"/>
      </w:pPr>
      <w:r>
        <w:separator/>
      </w:r>
    </w:p>
  </w:endnote>
  <w:endnote w:type="continuationSeparator" w:id="0">
    <w:p w14:paraId="7AFEE073" w14:textId="77777777" w:rsidR="008368F4" w:rsidRDefault="008368F4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7C6ABC" w14:textId="77777777" w:rsidR="008368F4" w:rsidRDefault="008368F4" w:rsidP="00AE5C63">
      <w:pPr>
        <w:spacing w:after="0" w:line="240" w:lineRule="auto"/>
      </w:pPr>
      <w:r>
        <w:separator/>
      </w:r>
    </w:p>
  </w:footnote>
  <w:footnote w:type="continuationSeparator" w:id="0">
    <w:p w14:paraId="25028D15" w14:textId="77777777" w:rsidR="008368F4" w:rsidRDefault="008368F4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1159280"/>
      <w:docPartObj>
        <w:docPartGallery w:val="Page Numbers (Top of Page)"/>
        <w:docPartUnique/>
      </w:docPartObj>
    </w:sdtPr>
    <w:sdtEndPr/>
    <w:sdtContent>
      <w:p w14:paraId="6C5C5DC8" w14:textId="2DDCF518" w:rsidR="000F3750" w:rsidRDefault="000F375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5058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E57767" w14:textId="1A572B07" w:rsidR="000F3750" w:rsidRDefault="000F3750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FC6B09"/>
    <w:multiLevelType w:val="multilevel"/>
    <w:tmpl w:val="47CCE9D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651A9"/>
    <w:rsid w:val="0007360E"/>
    <w:rsid w:val="00074F72"/>
    <w:rsid w:val="00081369"/>
    <w:rsid w:val="00090464"/>
    <w:rsid w:val="000E28C3"/>
    <w:rsid w:val="000F3750"/>
    <w:rsid w:val="00185FEC"/>
    <w:rsid w:val="001C3F2D"/>
    <w:rsid w:val="001D58A3"/>
    <w:rsid w:val="001E1F9F"/>
    <w:rsid w:val="001E4001"/>
    <w:rsid w:val="001E75F5"/>
    <w:rsid w:val="001F24D3"/>
    <w:rsid w:val="002111E8"/>
    <w:rsid w:val="0021393F"/>
    <w:rsid w:val="002E5058"/>
    <w:rsid w:val="002E5832"/>
    <w:rsid w:val="00364F8F"/>
    <w:rsid w:val="00451067"/>
    <w:rsid w:val="0048765F"/>
    <w:rsid w:val="00493A7A"/>
    <w:rsid w:val="004B36E2"/>
    <w:rsid w:val="004B74AB"/>
    <w:rsid w:val="004C01E1"/>
    <w:rsid w:val="004F6061"/>
    <w:rsid w:val="00520CBF"/>
    <w:rsid w:val="00735D4D"/>
    <w:rsid w:val="007452E2"/>
    <w:rsid w:val="007622F4"/>
    <w:rsid w:val="00770561"/>
    <w:rsid w:val="007A549F"/>
    <w:rsid w:val="007A7755"/>
    <w:rsid w:val="00820B72"/>
    <w:rsid w:val="008276D6"/>
    <w:rsid w:val="008368F4"/>
    <w:rsid w:val="008629FA"/>
    <w:rsid w:val="008A5B2F"/>
    <w:rsid w:val="008D2BB0"/>
    <w:rsid w:val="00987DB5"/>
    <w:rsid w:val="009A793A"/>
    <w:rsid w:val="009F158A"/>
    <w:rsid w:val="009F2B0B"/>
    <w:rsid w:val="00A06A07"/>
    <w:rsid w:val="00A35F09"/>
    <w:rsid w:val="00A7143B"/>
    <w:rsid w:val="00AA7CFD"/>
    <w:rsid w:val="00AC72C8"/>
    <w:rsid w:val="00AE5C63"/>
    <w:rsid w:val="00B015C0"/>
    <w:rsid w:val="00B10ED9"/>
    <w:rsid w:val="00B21A7B"/>
    <w:rsid w:val="00B25688"/>
    <w:rsid w:val="00B34BB3"/>
    <w:rsid w:val="00B70873"/>
    <w:rsid w:val="00B80331"/>
    <w:rsid w:val="00BA5BFA"/>
    <w:rsid w:val="00C02849"/>
    <w:rsid w:val="00C1520A"/>
    <w:rsid w:val="00C269F3"/>
    <w:rsid w:val="00C50F1B"/>
    <w:rsid w:val="00CD5F66"/>
    <w:rsid w:val="00D12794"/>
    <w:rsid w:val="00D5325C"/>
    <w:rsid w:val="00D6787A"/>
    <w:rsid w:val="00D67BD8"/>
    <w:rsid w:val="00D7449B"/>
    <w:rsid w:val="00D77C62"/>
    <w:rsid w:val="00DB2CF5"/>
    <w:rsid w:val="00DD1C02"/>
    <w:rsid w:val="00DF7897"/>
    <w:rsid w:val="00E00607"/>
    <w:rsid w:val="00E12625"/>
    <w:rsid w:val="00E17855"/>
    <w:rsid w:val="00E37B8A"/>
    <w:rsid w:val="00E47F28"/>
    <w:rsid w:val="00E609BC"/>
    <w:rsid w:val="00EA0EFF"/>
    <w:rsid w:val="00F46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D5DECF"/>
  <w15:chartTrackingRefBased/>
  <w15:docId w15:val="{9806F153-7EBE-40B7-A84C-AAA9BFF70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table" w:styleId="a8">
    <w:name w:val="Table Grid"/>
    <w:basedOn w:val="a1"/>
    <w:rsid w:val="007622F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0904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2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32717A-D5DE-4542-A40F-4AE9C0F07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33</TotalTime>
  <Pages>2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17</cp:revision>
  <dcterms:created xsi:type="dcterms:W3CDTF">2025-09-23T04:56:00Z</dcterms:created>
  <dcterms:modified xsi:type="dcterms:W3CDTF">2026-02-19T07:02:00Z</dcterms:modified>
</cp:coreProperties>
</file>